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BF298" w14:textId="3D61EB80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8"/>
          <w:szCs w:val="28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「臨床発達心理士」大学院シラバスの指定科目単位認定申請</w:t>
      </w:r>
    </w:p>
    <w:p w14:paraId="7DB6A534" w14:textId="2A89206B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8"/>
          <w:szCs w:val="28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提出</w:t>
      </w:r>
      <w:r w:rsidR="00E92424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ファイル</w:t>
      </w: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一覧表</w:t>
      </w:r>
    </w:p>
    <w:p w14:paraId="62ECC2FC" w14:textId="445188FD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2"/>
          <w:szCs w:val="22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（</w:t>
      </w:r>
      <w:r w:rsidR="009F70EE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提出前に印刷をしてご確認ください。提出は不要です。</w:t>
      </w:r>
      <w:r w:rsidRPr="00A3507C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）</w:t>
      </w:r>
    </w:p>
    <w:p w14:paraId="30012A92" w14:textId="17DD42DA" w:rsidR="00574B11" w:rsidRPr="00A3507C" w:rsidRDefault="00574B11" w:rsidP="00574B11">
      <w:pPr>
        <w:widowControl w:val="0"/>
        <w:overflowPunct/>
        <w:topLinePunct w:val="0"/>
        <w:autoSpaceDE w:val="0"/>
        <w:autoSpaceDN w:val="0"/>
        <w:spacing w:line="240" w:lineRule="auto"/>
        <w:ind w:firstLineChars="300" w:firstLine="720"/>
        <w:jc w:val="center"/>
        <w:textAlignment w:val="auto"/>
        <w:rPr>
          <w:rFonts w:ascii="ＭＳ ゴシック" w:eastAsia="ＭＳ ゴシック" w:hAnsi="ＭＳ ゴシック"/>
          <w:kern w:val="0"/>
          <w:sz w:val="24"/>
          <w:szCs w:val="24"/>
          <w:lang w:bidi="ar-SA"/>
        </w:rPr>
      </w:pPr>
    </w:p>
    <w:p w14:paraId="37CAE188" w14:textId="46D063AE" w:rsidR="00574B11" w:rsidRPr="00A3507C" w:rsidRDefault="00574B11" w:rsidP="00574B11">
      <w:pPr>
        <w:tabs>
          <w:tab w:val="left" w:pos="1512"/>
        </w:tabs>
        <w:spacing w:line="600" w:lineRule="exact"/>
        <w:ind w:leftChars="270" w:left="540"/>
        <w:rPr>
          <w:rFonts w:ascii="ＭＳ 明朝"/>
          <w:sz w:val="24"/>
          <w:u w:val="single"/>
        </w:rPr>
      </w:pPr>
      <w:r w:rsidRPr="00A3507C">
        <w:rPr>
          <w:rFonts w:ascii="ＭＳ 明朝" w:hAnsi="ＭＳ 明朝" w:hint="eastAsia"/>
          <w:sz w:val="24"/>
        </w:rPr>
        <w:t>申請大学院名</w:t>
      </w:r>
      <w:r w:rsidRPr="00A3507C">
        <w:rPr>
          <w:rFonts w:ascii="ＭＳ 明朝"/>
          <w:sz w:val="24"/>
        </w:rPr>
        <w:tab/>
      </w:r>
      <w:r w:rsidRPr="00A3507C">
        <w:rPr>
          <w:rFonts w:ascii="ＭＳ 明朝" w:hAnsi="ＭＳ 明朝" w:hint="eastAsia"/>
          <w:sz w:val="24"/>
          <w:u w:val="single"/>
        </w:rPr>
        <w:t xml:space="preserve">　　　　　　　　　　大学大学院</w:t>
      </w:r>
    </w:p>
    <w:p w14:paraId="7D3AE49C" w14:textId="16F68F1C" w:rsidR="00574B11" w:rsidRPr="00A3507C" w:rsidRDefault="00574B11" w:rsidP="00574B11">
      <w:pPr>
        <w:widowControl w:val="0"/>
        <w:overflowPunct/>
        <w:topLinePunct w:val="0"/>
        <w:autoSpaceDE w:val="0"/>
        <w:autoSpaceDN w:val="0"/>
        <w:spacing w:line="480" w:lineRule="auto"/>
        <w:ind w:leftChars="1080" w:left="2160"/>
        <w:textAlignment w:val="auto"/>
        <w:rPr>
          <w:rFonts w:cs="ＭＳ Ｐゴシック"/>
          <w:kern w:val="0"/>
          <w:sz w:val="21"/>
          <w:szCs w:val="21"/>
          <w:lang w:bidi="ar-SA"/>
        </w:rPr>
      </w:pPr>
      <w:r w:rsidRPr="00A3507C">
        <w:rPr>
          <w:rFonts w:ascii="ＭＳ 明朝" w:hAnsi="ＭＳ 明朝" w:hint="eastAsia"/>
          <w:sz w:val="24"/>
          <w:u w:val="single"/>
        </w:rPr>
        <w:t xml:space="preserve">　　　　　　　　　　研究科　　　　　　　　　　　　専攻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551"/>
        <w:gridCol w:w="1985"/>
        <w:gridCol w:w="2268"/>
        <w:gridCol w:w="850"/>
      </w:tblGrid>
      <w:tr w:rsidR="004C177C" w:rsidRPr="00A3507C" w14:paraId="3C6B91D8" w14:textId="1F84C949" w:rsidTr="009F70EE">
        <w:trPr>
          <w:trHeight w:val="538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E980944" w14:textId="77777777" w:rsidR="004C17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10B66" w14:textId="77777777" w:rsidR="004C177C" w:rsidRDefault="004C177C" w:rsidP="004C177C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</w:p>
          <w:p w14:paraId="485899FC" w14:textId="28A0A479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提出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ファイル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2EAA78" w14:textId="77777777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確認欄</w:t>
            </w:r>
          </w:p>
          <w:p w14:paraId="442AA9D2" w14:textId="68B368A2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381A31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lang w:bidi="ar-SA"/>
              </w:rPr>
              <w:t>申請科目数には数を</w:t>
            </w: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lang w:bidi="ar-SA"/>
              </w:rPr>
              <w:t>記入してください。</w:t>
            </w:r>
          </w:p>
        </w:tc>
      </w:tr>
      <w:tr w:rsidR="004C177C" w:rsidRPr="00A3507C" w14:paraId="5685CE2A" w14:textId="33C1AEE3" w:rsidTr="009F70EE">
        <w:trPr>
          <w:trHeight w:val="546"/>
        </w:trPr>
        <w:tc>
          <w:tcPr>
            <w:tcW w:w="141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C37F3C3" w14:textId="77777777" w:rsidR="004C177C" w:rsidRPr="00F8557A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EFE45" w14:textId="7A424AAE" w:rsidR="004C177C" w:rsidRPr="00F8557A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D69CC" w14:textId="45C1F4D4" w:rsidR="004C177C" w:rsidRPr="00F8557A" w:rsidRDefault="004C177C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申請科目数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06A96" w14:textId="1F3B2A94" w:rsidR="004C177C" w:rsidRPr="00900BBC" w:rsidRDefault="004C177C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確認</w:t>
            </w:r>
          </w:p>
        </w:tc>
      </w:tr>
      <w:tr w:rsidR="007D6F45" w:rsidRPr="00A3507C" w14:paraId="0769B4E3" w14:textId="05AC8D0E" w:rsidTr="009F70EE">
        <w:trPr>
          <w:trHeight w:val="786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65F4FCBF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1211E1C5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005548ED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12D7B422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6DFF92EC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3F155C1A" w14:textId="78263D03" w:rsidR="007D6F45" w:rsidRPr="00F8557A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新規申請科目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15F144" w14:textId="77777777" w:rsidR="007D6F45" w:rsidRPr="00F8557A" w:rsidRDefault="007D6F45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1</w:t>
            </w:r>
            <w:r w:rsidRPr="00F8557A">
              <w:rPr>
                <w:rFonts w:cs="ＭＳ Ｐゴシック"/>
                <w:kern w:val="0"/>
                <w:szCs w:val="20"/>
                <w:lang w:bidi="ar-SA"/>
              </w:rPr>
              <w:t xml:space="preserve">-1 </w:t>
            </w:r>
          </w:p>
          <w:p w14:paraId="74F4B854" w14:textId="1B125078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申請科目一覧表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（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E</w:t>
            </w:r>
            <w:r w:rsidR="009F70EE">
              <w:rPr>
                <w:rFonts w:cs="ＭＳ Ｐゴシック"/>
                <w:kern w:val="0"/>
                <w:szCs w:val="20"/>
                <w:lang w:bidi="ar-SA"/>
              </w:rPr>
              <w:t>xcel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6B506CC5" w14:textId="77777777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F98AC" w14:textId="77777777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B12A5DA" w14:textId="788000CC" w:rsidTr="009F70EE">
        <w:trPr>
          <w:trHeight w:val="647"/>
        </w:trPr>
        <w:tc>
          <w:tcPr>
            <w:tcW w:w="1418" w:type="dxa"/>
            <w:vMerge/>
          </w:tcPr>
          <w:p w14:paraId="2D4B9069" w14:textId="77777777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1E251CD9" w14:textId="5D7359DE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bookmarkStart w:id="0" w:name="_Hlk64643951"/>
            <w:bookmarkStart w:id="1" w:name="_Hlk64643860"/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2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0F243DBD" w14:textId="4E65456C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2F942AFC" w14:textId="7C612996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臨床発達心理学の基礎に関する科目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B71DB0" w14:textId="54B55302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651CE8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4EE5F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05035942" w14:textId="0F778909" w:rsidTr="009F70EE">
        <w:trPr>
          <w:trHeight w:val="587"/>
        </w:trPr>
        <w:tc>
          <w:tcPr>
            <w:tcW w:w="1418" w:type="dxa"/>
            <w:vMerge/>
          </w:tcPr>
          <w:p w14:paraId="2FF81350" w14:textId="77777777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6A0F2D39" w14:textId="7BC42CD0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719788" w14:textId="3BB382C7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3F963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9D35A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029CB482" w14:textId="216A39CB" w:rsidTr="009F70EE">
        <w:trPr>
          <w:trHeight w:val="647"/>
        </w:trPr>
        <w:tc>
          <w:tcPr>
            <w:tcW w:w="1418" w:type="dxa"/>
            <w:vMerge/>
          </w:tcPr>
          <w:p w14:paraId="73CE6EDA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bookmarkEnd w:id="0"/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63E6DC36" w14:textId="1B324D5B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3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2A9AE7B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13B87176" w14:textId="1F652773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臨床発達支援の専門性に関する科目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E579C3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7CE2A9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06FC6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2FC1CD1A" w14:textId="1264C2E5" w:rsidTr="009F70EE">
        <w:trPr>
          <w:trHeight w:val="576"/>
        </w:trPr>
        <w:tc>
          <w:tcPr>
            <w:tcW w:w="1418" w:type="dxa"/>
            <w:vMerge/>
          </w:tcPr>
          <w:p w14:paraId="23DDC60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50C58DD5" w14:textId="26B90ABD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DEFD79" w14:textId="300AAF3E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ED451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3D43C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262044B" w14:textId="0B036DF3" w:rsidTr="009F70EE">
        <w:trPr>
          <w:trHeight w:val="647"/>
        </w:trPr>
        <w:tc>
          <w:tcPr>
            <w:tcW w:w="1418" w:type="dxa"/>
            <w:vMerge/>
          </w:tcPr>
          <w:p w14:paraId="11A6DD31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bookmarkEnd w:id="1"/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599DF316" w14:textId="24DB71BB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4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1B838257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1F2BF3F0" w14:textId="28ACD8BA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認知発達とその支援に関する科目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39F7BB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1ADF4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B4E91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D5CE905" w14:textId="4927DCE0" w:rsidTr="009F70EE">
        <w:trPr>
          <w:trHeight w:val="576"/>
        </w:trPr>
        <w:tc>
          <w:tcPr>
            <w:tcW w:w="1418" w:type="dxa"/>
            <w:vMerge/>
          </w:tcPr>
          <w:p w14:paraId="589B614A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554B6F23" w14:textId="5B369913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F36CE7" w14:textId="59738890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5B5EF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14765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2CBFFF2" w14:textId="625A75D4" w:rsidTr="009F70EE">
        <w:trPr>
          <w:trHeight w:val="647"/>
        </w:trPr>
        <w:tc>
          <w:tcPr>
            <w:tcW w:w="1418" w:type="dxa"/>
            <w:vMerge/>
          </w:tcPr>
          <w:p w14:paraId="4F82E774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4DBB022B" w14:textId="2C4433C5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bookmarkStart w:id="2" w:name="_Hlk64644090"/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5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1A4EFC1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632A01B4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社会・情動発達とその支援に関する科目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904030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FB5D90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0941E3" w14:textId="77777777" w:rsidR="00AB5167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  <w:p w14:paraId="234114E9" w14:textId="5B315670" w:rsidR="00AB5167" w:rsidRPr="00A3507C" w:rsidRDefault="00AB5167" w:rsidP="00AB5167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01B5AC1" w14:textId="6A3A5851" w:rsidTr="009F70EE">
        <w:trPr>
          <w:trHeight w:val="576"/>
        </w:trPr>
        <w:tc>
          <w:tcPr>
            <w:tcW w:w="1418" w:type="dxa"/>
            <w:vMerge/>
          </w:tcPr>
          <w:p w14:paraId="1DA15E8C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3726B477" w14:textId="5F2806FF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E612FE" w14:textId="5A66812E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38B57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5661D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6E4CAB2" w14:textId="50682ADC" w:rsidTr="009F70EE">
        <w:trPr>
          <w:trHeight w:val="647"/>
        </w:trPr>
        <w:tc>
          <w:tcPr>
            <w:tcW w:w="1418" w:type="dxa"/>
            <w:vMerge/>
          </w:tcPr>
          <w:p w14:paraId="1D46DAC5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2FC6B789" w14:textId="014DB5DF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6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757BD8B6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2B35A512" w14:textId="55AC9A84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言語発達とその支援に関する科目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0A6D32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0BDFD8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742A6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5D10E260" w14:textId="26E20E8A" w:rsidTr="009F70EE">
        <w:trPr>
          <w:trHeight w:val="576"/>
        </w:trPr>
        <w:tc>
          <w:tcPr>
            <w:tcW w:w="1418" w:type="dxa"/>
            <w:vMerge/>
          </w:tcPr>
          <w:p w14:paraId="0921C062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4240FA30" w14:textId="31684B69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</w:tcPr>
          <w:p w14:paraId="51CAD017" w14:textId="4C3E75FB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DD539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7E09E7DC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bookmarkEnd w:id="2"/>
      <w:tr w:rsidR="009F70EE" w:rsidRPr="00F8557A" w14:paraId="62650052" w14:textId="77777777" w:rsidTr="009F70EE">
        <w:trPr>
          <w:trHeight w:val="542"/>
        </w:trPr>
        <w:tc>
          <w:tcPr>
            <w:tcW w:w="1418" w:type="dxa"/>
            <w:vMerge w:val="restart"/>
          </w:tcPr>
          <w:p w14:paraId="78D8E4E8" w14:textId="77777777" w:rsidR="009F70EE" w:rsidRDefault="009F70EE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4E6BB8B2" w14:textId="77777777" w:rsidR="009F70EE" w:rsidRDefault="009F70EE" w:rsidP="009F70EE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60725463" w14:textId="7687AFAF" w:rsidR="009F70EE" w:rsidRPr="00F8557A" w:rsidRDefault="009F70EE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単位認定済み科目</w:t>
            </w: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F1F84EE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1</w:t>
            </w: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-2</w:t>
            </w:r>
          </w:p>
          <w:p w14:paraId="0A475A63" w14:textId="2C34C2BD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Ｐ明朝" w:eastAsia="ＭＳ Ｐ明朝" w:hAnsi="ＭＳ Ｐ明朝" w:cs="ＭＳ Ｐゴシック"/>
                <w:kern w:val="0"/>
                <w:sz w:val="18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申請科目一覧表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（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E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xcel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634747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25B49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9F70EE" w:rsidRPr="00F8557A" w14:paraId="26AC224C" w14:textId="77777777" w:rsidTr="003C0D84">
        <w:trPr>
          <w:trHeight w:val="520"/>
        </w:trPr>
        <w:tc>
          <w:tcPr>
            <w:tcW w:w="1418" w:type="dxa"/>
            <w:vMerge/>
          </w:tcPr>
          <w:p w14:paraId="57CA2CEB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B9F8EE3" w14:textId="5FED79DF" w:rsidR="009F70EE" w:rsidRPr="00E92424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/>
              </w:rPr>
            </w:pPr>
            <w:r w:rsidRPr="00743624">
              <w:rPr>
                <w:rFonts w:asciiTheme="minorEastAsia" w:eastAsiaTheme="minorEastAsia" w:hAnsiTheme="minorEastAsia" w:hint="eastAsia"/>
              </w:rPr>
              <w:t>単位認定済科目のシラバスの</w:t>
            </w:r>
            <w:r w:rsidR="00E92424">
              <w:rPr>
                <w:rFonts w:asciiTheme="minorEastAsia" w:eastAsiaTheme="minorEastAsia" w:hAnsiTheme="minorEastAsia" w:hint="eastAsi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994E6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20DE7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</w:p>
        </w:tc>
      </w:tr>
      <w:tr w:rsidR="009F70EE" w:rsidRPr="00F8557A" w14:paraId="7C668D61" w14:textId="77777777" w:rsidTr="00510D1D">
        <w:trPr>
          <w:trHeight w:val="520"/>
        </w:trPr>
        <w:tc>
          <w:tcPr>
            <w:tcW w:w="1418" w:type="dxa"/>
            <w:vMerge/>
          </w:tcPr>
          <w:p w14:paraId="34AC8D1C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68FF4841" w14:textId="2370BEBE" w:rsidR="009F70EE" w:rsidRPr="00743624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hint="eastAsia"/>
              </w:rPr>
              <w:t>新たに認定を受ける年度の科目のシラバスの</w:t>
            </w:r>
            <w:r w:rsidR="00E92424">
              <w:rPr>
                <w:rFonts w:asciiTheme="minorEastAsia" w:eastAsiaTheme="minorEastAsia" w:hAnsiTheme="minorEastAsia" w:hint="eastAsi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3CCDE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1FA9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C3BD84F" w14:textId="6B23BF48" w:rsidR="00C108E3" w:rsidRDefault="00C108E3" w:rsidP="00DE12A4">
      <w:pPr>
        <w:widowControl w:val="0"/>
        <w:overflowPunct/>
        <w:topLinePunct w:val="0"/>
        <w:autoSpaceDE w:val="0"/>
        <w:autoSpaceDN w:val="0"/>
        <w:spacing w:line="240" w:lineRule="auto"/>
        <w:textAlignment w:val="auto"/>
        <w:rPr>
          <w:szCs w:val="20"/>
        </w:rPr>
      </w:pPr>
    </w:p>
    <w:p w14:paraId="556E2BA2" w14:textId="0CD50FCE" w:rsidR="004C177C" w:rsidRPr="00AB5167" w:rsidRDefault="004C177C" w:rsidP="00DE12A4">
      <w:pPr>
        <w:widowControl w:val="0"/>
        <w:overflowPunct/>
        <w:topLinePunct w:val="0"/>
        <w:autoSpaceDE w:val="0"/>
        <w:autoSpaceDN w:val="0"/>
        <w:spacing w:line="240" w:lineRule="auto"/>
        <w:textAlignment w:val="auto"/>
        <w:rPr>
          <w:szCs w:val="20"/>
        </w:rPr>
      </w:pPr>
      <w:r>
        <w:rPr>
          <w:rFonts w:hint="eastAsia"/>
          <w:szCs w:val="20"/>
        </w:rPr>
        <w:t>※提出の際には，すべての提出ファイルを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つの</w:t>
      </w:r>
      <w:r>
        <w:rPr>
          <w:szCs w:val="20"/>
        </w:rPr>
        <w:t>zip</w:t>
      </w:r>
      <w:r>
        <w:rPr>
          <w:rFonts w:hint="eastAsia"/>
          <w:szCs w:val="20"/>
        </w:rPr>
        <w:t>ファイルに圧縮してアップロードしてください。</w:t>
      </w:r>
    </w:p>
    <w:sectPr w:rsidR="004C177C" w:rsidRPr="00AB5167" w:rsidSect="00DE1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1418" w:right="1418" w:bottom="1134" w:left="1418" w:header="720" w:footer="720" w:gutter="0"/>
      <w:cols w:space="720"/>
      <w:titlePg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C386D" w14:textId="77777777" w:rsidR="005A0561" w:rsidRDefault="005A0561">
      <w:r>
        <w:separator/>
      </w:r>
    </w:p>
  </w:endnote>
  <w:endnote w:type="continuationSeparator" w:id="0">
    <w:p w14:paraId="0B9507C3" w14:textId="77777777" w:rsidR="005A0561" w:rsidRDefault="005A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817A3" w14:textId="77777777" w:rsidR="00100729" w:rsidRDefault="001007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73AD0" w14:textId="77777777" w:rsidR="00100729" w:rsidRDefault="0010072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6132" w14:textId="77777777" w:rsidR="00100729" w:rsidRDefault="001007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DEDB7" w14:textId="77777777" w:rsidR="005A0561" w:rsidRDefault="005A0561">
      <w:r>
        <w:separator/>
      </w:r>
    </w:p>
  </w:footnote>
  <w:footnote w:type="continuationSeparator" w:id="0">
    <w:p w14:paraId="7A003CFB" w14:textId="77777777" w:rsidR="005A0561" w:rsidRDefault="005A0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C0F2" w14:textId="77777777" w:rsidR="00100729" w:rsidRDefault="0010072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874D" w14:textId="77777777" w:rsidR="00100729" w:rsidRDefault="0010072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B6E4" w14:textId="314BE3E5" w:rsidR="00DE12A4" w:rsidRPr="00100729" w:rsidRDefault="00DE12A4" w:rsidP="00DE12A4">
    <w:pPr>
      <w:pStyle w:val="a9"/>
    </w:pPr>
    <w:r w:rsidRPr="00100729">
      <w:rPr>
        <w:b w:val="0"/>
        <w:sz w:val="21"/>
        <w:szCs w:val="21"/>
      </w:rPr>
      <w:t xml:space="preserve">大学院シラバスの指定科目単位認定　</w:t>
    </w:r>
    <w:r w:rsidRPr="00100729">
      <w:rPr>
        <w:b w:val="0"/>
        <w:sz w:val="21"/>
        <w:szCs w:val="21"/>
      </w:rPr>
      <w:t>20</w:t>
    </w:r>
    <w:r w:rsidR="006042F8" w:rsidRPr="00100729">
      <w:rPr>
        <w:b w:val="0"/>
        <w:sz w:val="21"/>
        <w:szCs w:val="21"/>
      </w:rPr>
      <w:t>2</w:t>
    </w:r>
    <w:r w:rsidR="000A757D" w:rsidRPr="00100729">
      <w:rPr>
        <w:b w:val="0"/>
        <w:sz w:val="21"/>
        <w:szCs w:val="21"/>
      </w:rPr>
      <w:t>3</w:t>
    </w:r>
    <w:r w:rsidRPr="00100729">
      <w:rPr>
        <w:b w:val="0"/>
        <w:sz w:val="21"/>
        <w:szCs w:val="21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D2C"/>
    <w:multiLevelType w:val="hybridMultilevel"/>
    <w:tmpl w:val="1D3AB55A"/>
    <w:lvl w:ilvl="0" w:tplc="E478710A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2436A3"/>
    <w:multiLevelType w:val="hybridMultilevel"/>
    <w:tmpl w:val="ED12722E"/>
    <w:lvl w:ilvl="0" w:tplc="83B2B4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7B2963"/>
    <w:multiLevelType w:val="hybridMultilevel"/>
    <w:tmpl w:val="CD20CA82"/>
    <w:lvl w:ilvl="0" w:tplc="9260E9DA">
      <w:start w:val="4"/>
      <w:numFmt w:val="bullet"/>
      <w:lvlText w:val="・"/>
      <w:lvlJc w:val="left"/>
      <w:pPr>
        <w:tabs>
          <w:tab w:val="num" w:pos="1764"/>
        </w:tabs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4"/>
        </w:tabs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4"/>
        </w:tabs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4"/>
        </w:tabs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4"/>
        </w:tabs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4"/>
        </w:tabs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4"/>
        </w:tabs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4"/>
        </w:tabs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4"/>
        </w:tabs>
        <w:ind w:left="5184" w:hanging="420"/>
      </w:pPr>
      <w:rPr>
        <w:rFonts w:ascii="Wingdings" w:hAnsi="Wingdings" w:hint="default"/>
      </w:rPr>
    </w:lvl>
  </w:abstractNum>
  <w:abstractNum w:abstractNumId="3" w15:restartNumberingAfterBreak="0">
    <w:nsid w:val="09A8142C"/>
    <w:multiLevelType w:val="hybridMultilevel"/>
    <w:tmpl w:val="3F203434"/>
    <w:lvl w:ilvl="0" w:tplc="3DE6EEFE">
      <w:numFmt w:val="bullet"/>
      <w:lvlText w:val="・"/>
      <w:lvlJc w:val="left"/>
      <w:pPr>
        <w:ind w:left="17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9" w:hanging="420"/>
      </w:pPr>
      <w:rPr>
        <w:rFonts w:ascii="Wingdings" w:hAnsi="Wingdings" w:hint="default"/>
      </w:rPr>
    </w:lvl>
  </w:abstractNum>
  <w:abstractNum w:abstractNumId="4" w15:restartNumberingAfterBreak="0">
    <w:nsid w:val="0B9E4FA6"/>
    <w:multiLevelType w:val="multilevel"/>
    <w:tmpl w:val="D0F4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23396C"/>
    <w:multiLevelType w:val="hybridMultilevel"/>
    <w:tmpl w:val="8D00B0CC"/>
    <w:lvl w:ilvl="0" w:tplc="89621A9E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D30194E"/>
    <w:multiLevelType w:val="hybridMultilevel"/>
    <w:tmpl w:val="D7F0CD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417E8D"/>
    <w:multiLevelType w:val="hybridMultilevel"/>
    <w:tmpl w:val="A474764A"/>
    <w:lvl w:ilvl="0" w:tplc="B3AAFCBE"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8F746C"/>
    <w:multiLevelType w:val="hybridMultilevel"/>
    <w:tmpl w:val="690441AE"/>
    <w:lvl w:ilvl="0" w:tplc="B50066CE">
      <w:start w:val="48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AR P丸ゴシック体M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F10C82"/>
    <w:multiLevelType w:val="hybridMultilevel"/>
    <w:tmpl w:val="27CAE3CC"/>
    <w:lvl w:ilvl="0" w:tplc="9D483A00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BD8764B"/>
    <w:multiLevelType w:val="hybridMultilevel"/>
    <w:tmpl w:val="B66E07A6"/>
    <w:lvl w:ilvl="0" w:tplc="28549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74244E"/>
    <w:multiLevelType w:val="hybridMultilevel"/>
    <w:tmpl w:val="524EFDA4"/>
    <w:lvl w:ilvl="0" w:tplc="45D0C5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4580011"/>
    <w:multiLevelType w:val="hybridMultilevel"/>
    <w:tmpl w:val="EE9EB664"/>
    <w:lvl w:ilvl="0" w:tplc="FFA030F8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6603A5"/>
    <w:multiLevelType w:val="hybridMultilevel"/>
    <w:tmpl w:val="5AD61E88"/>
    <w:lvl w:ilvl="0" w:tplc="5DC0F38E">
      <w:numFmt w:val="bullet"/>
      <w:lvlText w:val="・"/>
      <w:lvlJc w:val="left"/>
      <w:pPr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17" w15:restartNumberingAfterBreak="0">
    <w:nsid w:val="555B3F31"/>
    <w:multiLevelType w:val="hybridMultilevel"/>
    <w:tmpl w:val="2F1A7A10"/>
    <w:lvl w:ilvl="0" w:tplc="F342CC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7107D4"/>
    <w:multiLevelType w:val="hybridMultilevel"/>
    <w:tmpl w:val="26D080DE"/>
    <w:lvl w:ilvl="0" w:tplc="ADAE921E">
      <w:start w:val="1"/>
      <w:numFmt w:val="decimalFullWidth"/>
      <w:lvlText w:val="%1．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8679FA"/>
    <w:multiLevelType w:val="multilevel"/>
    <w:tmpl w:val="9B44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9B1FB3"/>
    <w:multiLevelType w:val="hybridMultilevel"/>
    <w:tmpl w:val="448887A0"/>
    <w:lvl w:ilvl="0" w:tplc="A6BAA91C">
      <w:start w:val="1"/>
      <w:numFmt w:val="decimalFullWidth"/>
      <w:lvlText w:val="%1．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F806080"/>
    <w:multiLevelType w:val="hybridMultilevel"/>
    <w:tmpl w:val="B12EB8FE"/>
    <w:lvl w:ilvl="0" w:tplc="5DC0F38E">
      <w:numFmt w:val="bullet"/>
      <w:lvlText w:val="・"/>
      <w:lvlJc w:val="left"/>
      <w:pPr>
        <w:ind w:left="31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9" w:hanging="420"/>
      </w:pPr>
      <w:rPr>
        <w:rFonts w:ascii="Wingdings" w:hAnsi="Wingdings" w:hint="default"/>
      </w:rPr>
    </w:lvl>
  </w:abstractNum>
  <w:abstractNum w:abstractNumId="22" w15:restartNumberingAfterBreak="0">
    <w:nsid w:val="7535432D"/>
    <w:multiLevelType w:val="hybridMultilevel"/>
    <w:tmpl w:val="34E6A20A"/>
    <w:lvl w:ilvl="0" w:tplc="5DC0F38E">
      <w:numFmt w:val="bullet"/>
      <w:lvlText w:val="・"/>
      <w:lvlJc w:val="left"/>
      <w:pPr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23" w15:restartNumberingAfterBreak="0">
    <w:nsid w:val="77FE20C6"/>
    <w:multiLevelType w:val="hybridMultilevel"/>
    <w:tmpl w:val="12A0CD72"/>
    <w:lvl w:ilvl="0" w:tplc="5DC0F38E">
      <w:numFmt w:val="bullet"/>
      <w:lvlText w:val="・"/>
      <w:lvlJc w:val="left"/>
      <w:pPr>
        <w:ind w:left="31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24" w15:restartNumberingAfterBreak="0">
    <w:nsid w:val="79D8311F"/>
    <w:multiLevelType w:val="hybridMultilevel"/>
    <w:tmpl w:val="DF1A923E"/>
    <w:lvl w:ilvl="0" w:tplc="BD54DDE4">
      <w:start w:val="1"/>
      <w:numFmt w:val="decimalEnclosedCircle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086725503">
    <w:abstractNumId w:val="9"/>
  </w:num>
  <w:num w:numId="2" w16cid:durableId="972372245">
    <w:abstractNumId w:val="10"/>
  </w:num>
  <w:num w:numId="3" w16cid:durableId="1080247474">
    <w:abstractNumId w:val="15"/>
  </w:num>
  <w:num w:numId="4" w16cid:durableId="1760442119">
    <w:abstractNumId w:val="17"/>
  </w:num>
  <w:num w:numId="5" w16cid:durableId="1541436737">
    <w:abstractNumId w:val="14"/>
  </w:num>
  <w:num w:numId="6" w16cid:durableId="784539329">
    <w:abstractNumId w:val="1"/>
  </w:num>
  <w:num w:numId="7" w16cid:durableId="1663391412">
    <w:abstractNumId w:val="0"/>
  </w:num>
  <w:num w:numId="8" w16cid:durableId="1491478874">
    <w:abstractNumId w:val="8"/>
  </w:num>
  <w:num w:numId="9" w16cid:durableId="744110759">
    <w:abstractNumId w:val="12"/>
  </w:num>
  <w:num w:numId="10" w16cid:durableId="1795755806">
    <w:abstractNumId w:val="24"/>
  </w:num>
  <w:num w:numId="11" w16cid:durableId="1765881529">
    <w:abstractNumId w:val="2"/>
  </w:num>
  <w:num w:numId="12" w16cid:durableId="855994841">
    <w:abstractNumId w:val="5"/>
  </w:num>
  <w:num w:numId="13" w16cid:durableId="1688142724">
    <w:abstractNumId w:val="6"/>
  </w:num>
  <w:num w:numId="14" w16cid:durableId="874316710">
    <w:abstractNumId w:val="22"/>
  </w:num>
  <w:num w:numId="15" w16cid:durableId="321809881">
    <w:abstractNumId w:val="23"/>
  </w:num>
  <w:num w:numId="16" w16cid:durableId="1235704343">
    <w:abstractNumId w:val="16"/>
  </w:num>
  <w:num w:numId="17" w16cid:durableId="800225061">
    <w:abstractNumId w:val="21"/>
  </w:num>
  <w:num w:numId="18" w16cid:durableId="358507340">
    <w:abstractNumId w:val="3"/>
  </w:num>
  <w:num w:numId="19" w16cid:durableId="1993757822">
    <w:abstractNumId w:val="4"/>
  </w:num>
  <w:num w:numId="20" w16cid:durableId="24137083">
    <w:abstractNumId w:val="19"/>
  </w:num>
  <w:num w:numId="21" w16cid:durableId="777217626">
    <w:abstractNumId w:val="13"/>
  </w:num>
  <w:num w:numId="22" w16cid:durableId="961228845">
    <w:abstractNumId w:val="20"/>
  </w:num>
  <w:num w:numId="23" w16cid:durableId="7147066">
    <w:abstractNumId w:val="18"/>
  </w:num>
  <w:num w:numId="24" w16cid:durableId="1461412954">
    <w:abstractNumId w:val="11"/>
  </w:num>
  <w:num w:numId="25" w16cid:durableId="557977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37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8433" fill="f" fillcolor="white" stroke="f">
      <v:fill color="white" on="f"/>
      <v:stroke on="f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F0"/>
    <w:rsid w:val="00003050"/>
    <w:rsid w:val="00004369"/>
    <w:rsid w:val="0001440F"/>
    <w:rsid w:val="000152F0"/>
    <w:rsid w:val="00017FAE"/>
    <w:rsid w:val="000337DF"/>
    <w:rsid w:val="00055241"/>
    <w:rsid w:val="0007031A"/>
    <w:rsid w:val="00074E0A"/>
    <w:rsid w:val="00093A93"/>
    <w:rsid w:val="00095D89"/>
    <w:rsid w:val="000976A2"/>
    <w:rsid w:val="000A757D"/>
    <w:rsid w:val="000D33C4"/>
    <w:rsid w:val="000E566D"/>
    <w:rsid w:val="000E70DB"/>
    <w:rsid w:val="00100729"/>
    <w:rsid w:val="0010499B"/>
    <w:rsid w:val="0011041C"/>
    <w:rsid w:val="00116EF5"/>
    <w:rsid w:val="00124541"/>
    <w:rsid w:val="001418DB"/>
    <w:rsid w:val="001427DA"/>
    <w:rsid w:val="001441DD"/>
    <w:rsid w:val="001443D7"/>
    <w:rsid w:val="00146AE6"/>
    <w:rsid w:val="00170020"/>
    <w:rsid w:val="00176A1E"/>
    <w:rsid w:val="0018265D"/>
    <w:rsid w:val="001835F4"/>
    <w:rsid w:val="0018704A"/>
    <w:rsid w:val="00195D54"/>
    <w:rsid w:val="001B1FF9"/>
    <w:rsid w:val="001B52C9"/>
    <w:rsid w:val="001B590D"/>
    <w:rsid w:val="001B69C1"/>
    <w:rsid w:val="001C019E"/>
    <w:rsid w:val="001C1F3C"/>
    <w:rsid w:val="001D014C"/>
    <w:rsid w:val="001D55BC"/>
    <w:rsid w:val="001F3FD5"/>
    <w:rsid w:val="002122CA"/>
    <w:rsid w:val="00212FD0"/>
    <w:rsid w:val="00221D89"/>
    <w:rsid w:val="00222408"/>
    <w:rsid w:val="002317AC"/>
    <w:rsid w:val="0025385B"/>
    <w:rsid w:val="00257F61"/>
    <w:rsid w:val="00260ACA"/>
    <w:rsid w:val="002624A7"/>
    <w:rsid w:val="002B6096"/>
    <w:rsid w:val="002F07F1"/>
    <w:rsid w:val="003206F1"/>
    <w:rsid w:val="00351AB0"/>
    <w:rsid w:val="0035764A"/>
    <w:rsid w:val="00364B05"/>
    <w:rsid w:val="00370307"/>
    <w:rsid w:val="00381A31"/>
    <w:rsid w:val="003859C1"/>
    <w:rsid w:val="003916CB"/>
    <w:rsid w:val="003A281E"/>
    <w:rsid w:val="003A57C0"/>
    <w:rsid w:val="003B3EBD"/>
    <w:rsid w:val="003D3162"/>
    <w:rsid w:val="003F2D7A"/>
    <w:rsid w:val="00400070"/>
    <w:rsid w:val="00402000"/>
    <w:rsid w:val="004117EE"/>
    <w:rsid w:val="00430D4D"/>
    <w:rsid w:val="004445A7"/>
    <w:rsid w:val="00452CAC"/>
    <w:rsid w:val="0045526F"/>
    <w:rsid w:val="00472C65"/>
    <w:rsid w:val="004924AB"/>
    <w:rsid w:val="00492ABD"/>
    <w:rsid w:val="004B2BCF"/>
    <w:rsid w:val="004C177C"/>
    <w:rsid w:val="004D1197"/>
    <w:rsid w:val="004E0B38"/>
    <w:rsid w:val="004E5D02"/>
    <w:rsid w:val="004F11B4"/>
    <w:rsid w:val="004F2C87"/>
    <w:rsid w:val="004F4B81"/>
    <w:rsid w:val="00514444"/>
    <w:rsid w:val="00535DFE"/>
    <w:rsid w:val="00541D2F"/>
    <w:rsid w:val="00562315"/>
    <w:rsid w:val="00563140"/>
    <w:rsid w:val="005713F6"/>
    <w:rsid w:val="00574B11"/>
    <w:rsid w:val="005A0561"/>
    <w:rsid w:val="005A0E2B"/>
    <w:rsid w:val="005A6E7E"/>
    <w:rsid w:val="005B32A3"/>
    <w:rsid w:val="005C0C5A"/>
    <w:rsid w:val="005C4A92"/>
    <w:rsid w:val="005F03A3"/>
    <w:rsid w:val="005F4E56"/>
    <w:rsid w:val="006042F8"/>
    <w:rsid w:val="006075D6"/>
    <w:rsid w:val="00613A19"/>
    <w:rsid w:val="00614758"/>
    <w:rsid w:val="00624C6E"/>
    <w:rsid w:val="00626174"/>
    <w:rsid w:val="00657647"/>
    <w:rsid w:val="00697626"/>
    <w:rsid w:val="006B431D"/>
    <w:rsid w:val="006B6FFE"/>
    <w:rsid w:val="006D4277"/>
    <w:rsid w:val="006F5863"/>
    <w:rsid w:val="00710259"/>
    <w:rsid w:val="00713A8F"/>
    <w:rsid w:val="00721E26"/>
    <w:rsid w:val="00741B57"/>
    <w:rsid w:val="00742538"/>
    <w:rsid w:val="00743624"/>
    <w:rsid w:val="007569F7"/>
    <w:rsid w:val="00757908"/>
    <w:rsid w:val="00775BD0"/>
    <w:rsid w:val="007A3403"/>
    <w:rsid w:val="007B5BE7"/>
    <w:rsid w:val="007C1772"/>
    <w:rsid w:val="007D01AD"/>
    <w:rsid w:val="007D2C9D"/>
    <w:rsid w:val="007D4B42"/>
    <w:rsid w:val="007D6F45"/>
    <w:rsid w:val="007F4E78"/>
    <w:rsid w:val="007F5B91"/>
    <w:rsid w:val="00802D88"/>
    <w:rsid w:val="00803D6A"/>
    <w:rsid w:val="0081135F"/>
    <w:rsid w:val="00821919"/>
    <w:rsid w:val="0087654B"/>
    <w:rsid w:val="00892B7D"/>
    <w:rsid w:val="008C2326"/>
    <w:rsid w:val="008D6629"/>
    <w:rsid w:val="008E566D"/>
    <w:rsid w:val="008E5DD6"/>
    <w:rsid w:val="008E673D"/>
    <w:rsid w:val="008F79AE"/>
    <w:rsid w:val="00900BBC"/>
    <w:rsid w:val="009062A1"/>
    <w:rsid w:val="00906B2C"/>
    <w:rsid w:val="00915E14"/>
    <w:rsid w:val="00920ECC"/>
    <w:rsid w:val="009230E4"/>
    <w:rsid w:val="0093755B"/>
    <w:rsid w:val="009519F9"/>
    <w:rsid w:val="00955620"/>
    <w:rsid w:val="009721C5"/>
    <w:rsid w:val="00985C42"/>
    <w:rsid w:val="00992665"/>
    <w:rsid w:val="00996863"/>
    <w:rsid w:val="009B5E7F"/>
    <w:rsid w:val="009C3627"/>
    <w:rsid w:val="009F1711"/>
    <w:rsid w:val="009F70EE"/>
    <w:rsid w:val="00A31E13"/>
    <w:rsid w:val="00A33809"/>
    <w:rsid w:val="00A3507C"/>
    <w:rsid w:val="00A4721F"/>
    <w:rsid w:val="00A6554C"/>
    <w:rsid w:val="00A719B9"/>
    <w:rsid w:val="00A85F7D"/>
    <w:rsid w:val="00A96F60"/>
    <w:rsid w:val="00AB2314"/>
    <w:rsid w:val="00AB5167"/>
    <w:rsid w:val="00AC11CA"/>
    <w:rsid w:val="00AC1FEB"/>
    <w:rsid w:val="00AE58CD"/>
    <w:rsid w:val="00AF0D0A"/>
    <w:rsid w:val="00B01F62"/>
    <w:rsid w:val="00B05CB4"/>
    <w:rsid w:val="00B11828"/>
    <w:rsid w:val="00B13717"/>
    <w:rsid w:val="00B25795"/>
    <w:rsid w:val="00B41B7D"/>
    <w:rsid w:val="00B46C76"/>
    <w:rsid w:val="00B657F7"/>
    <w:rsid w:val="00B73C83"/>
    <w:rsid w:val="00B73FD0"/>
    <w:rsid w:val="00B909E4"/>
    <w:rsid w:val="00B97905"/>
    <w:rsid w:val="00BA2C1D"/>
    <w:rsid w:val="00BA450D"/>
    <w:rsid w:val="00BB01E0"/>
    <w:rsid w:val="00BB39DC"/>
    <w:rsid w:val="00BC1296"/>
    <w:rsid w:val="00BE34E7"/>
    <w:rsid w:val="00BE4779"/>
    <w:rsid w:val="00BE63D1"/>
    <w:rsid w:val="00C108E3"/>
    <w:rsid w:val="00C14C50"/>
    <w:rsid w:val="00C2108A"/>
    <w:rsid w:val="00C22C7E"/>
    <w:rsid w:val="00C36629"/>
    <w:rsid w:val="00C84652"/>
    <w:rsid w:val="00C9217A"/>
    <w:rsid w:val="00CA4300"/>
    <w:rsid w:val="00CB3B9F"/>
    <w:rsid w:val="00CC591F"/>
    <w:rsid w:val="00CE7835"/>
    <w:rsid w:val="00CF059B"/>
    <w:rsid w:val="00CF78FC"/>
    <w:rsid w:val="00D00AA0"/>
    <w:rsid w:val="00D0567F"/>
    <w:rsid w:val="00D0640E"/>
    <w:rsid w:val="00D14232"/>
    <w:rsid w:val="00D22FA1"/>
    <w:rsid w:val="00D5098F"/>
    <w:rsid w:val="00D722E3"/>
    <w:rsid w:val="00D95D83"/>
    <w:rsid w:val="00DA0D1D"/>
    <w:rsid w:val="00DB7AD6"/>
    <w:rsid w:val="00DC18E7"/>
    <w:rsid w:val="00DD5532"/>
    <w:rsid w:val="00DE12A4"/>
    <w:rsid w:val="00DE223A"/>
    <w:rsid w:val="00DF203E"/>
    <w:rsid w:val="00DF4FEA"/>
    <w:rsid w:val="00E23C55"/>
    <w:rsid w:val="00E250FF"/>
    <w:rsid w:val="00E30698"/>
    <w:rsid w:val="00E61237"/>
    <w:rsid w:val="00E72A6A"/>
    <w:rsid w:val="00E91A9A"/>
    <w:rsid w:val="00E92424"/>
    <w:rsid w:val="00E943C1"/>
    <w:rsid w:val="00E9482E"/>
    <w:rsid w:val="00EA5738"/>
    <w:rsid w:val="00EB0BBC"/>
    <w:rsid w:val="00F02DC7"/>
    <w:rsid w:val="00F04568"/>
    <w:rsid w:val="00F121F7"/>
    <w:rsid w:val="00F27C2C"/>
    <w:rsid w:val="00F318D2"/>
    <w:rsid w:val="00F35648"/>
    <w:rsid w:val="00F507CB"/>
    <w:rsid w:val="00F52F7F"/>
    <w:rsid w:val="00F57459"/>
    <w:rsid w:val="00F57569"/>
    <w:rsid w:val="00F57905"/>
    <w:rsid w:val="00F646A3"/>
    <w:rsid w:val="00F7390E"/>
    <w:rsid w:val="00F82FB0"/>
    <w:rsid w:val="00F841E4"/>
    <w:rsid w:val="00F8557A"/>
    <w:rsid w:val="00FD52CB"/>
    <w:rsid w:val="00FE0EBA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BC4DEAE"/>
  <w15:docId w15:val="{5AD63581-88E0-4357-B816-12D0DA8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/>
      <w:kern w:val="22"/>
      <w:szCs w:val="36"/>
      <w:lang w:bidi="he-IL"/>
    </w:rPr>
  </w:style>
  <w:style w:type="paragraph" w:styleId="1">
    <w:name w:val="heading 1"/>
    <w:basedOn w:val="a"/>
    <w:next w:val="a0"/>
    <w:qFormat/>
    <w:pPr>
      <w:keepNext/>
      <w:keepLines/>
      <w:spacing w:before="360" w:after="120" w:line="240" w:lineRule="auto"/>
      <w:jc w:val="left"/>
      <w:outlineLvl w:val="0"/>
    </w:pPr>
    <w:rPr>
      <w:b/>
      <w:kern w:val="28"/>
      <w:sz w:val="24"/>
    </w:rPr>
  </w:style>
  <w:style w:type="paragraph" w:styleId="2">
    <w:name w:val="heading 2"/>
    <w:basedOn w:val="a"/>
    <w:next w:val="a0"/>
    <w:qFormat/>
    <w:pPr>
      <w:keepNext/>
      <w:keepLines/>
      <w:spacing w:before="240" w:after="120" w:line="240" w:lineRule="auto"/>
      <w:jc w:val="left"/>
      <w:outlineLvl w:val="1"/>
    </w:pPr>
    <w:rPr>
      <w:b/>
      <w:kern w:val="28"/>
      <w:sz w:val="22"/>
    </w:rPr>
  </w:style>
  <w:style w:type="paragraph" w:styleId="3">
    <w:name w:val="heading 3"/>
    <w:basedOn w:val="a"/>
    <w:next w:val="a0"/>
    <w:qFormat/>
    <w:pPr>
      <w:keepNext/>
      <w:keepLines/>
      <w:spacing w:before="240" w:after="120" w:line="240" w:lineRule="auto"/>
      <w:jc w:val="left"/>
      <w:outlineLvl w:val="2"/>
    </w:pPr>
    <w:rPr>
      <w:rFonts w:ascii="Arial" w:eastAsia="ＭＳ ゴシック" w:hAnsi="Arial"/>
      <w:b/>
      <w:kern w:val="28"/>
    </w:rPr>
  </w:style>
  <w:style w:type="paragraph" w:styleId="4">
    <w:name w:val="heading 4"/>
    <w:basedOn w:val="a"/>
    <w:next w:val="a0"/>
    <w:qFormat/>
    <w:pPr>
      <w:keepNext/>
      <w:keepLines/>
      <w:spacing w:before="120" w:line="240" w:lineRule="auto"/>
      <w:jc w:val="left"/>
      <w:outlineLvl w:val="3"/>
    </w:pPr>
    <w:rPr>
      <w:rFonts w:ascii="Arial" w:eastAsia="ＭＳ ゴシック" w:hAnsi="Arial"/>
      <w:b/>
      <w:kern w:val="28"/>
    </w:rPr>
  </w:style>
  <w:style w:type="paragraph" w:styleId="5">
    <w:name w:val="heading 5"/>
    <w:basedOn w:val="a"/>
    <w:next w:val="a0"/>
    <w:qFormat/>
    <w:pPr>
      <w:keepNext/>
      <w:keepLines/>
      <w:spacing w:before="120" w:line="240" w:lineRule="auto"/>
      <w:jc w:val="left"/>
      <w:outlineLvl w:val="4"/>
    </w:pPr>
    <w:rPr>
      <w:rFonts w:ascii="Arial" w:eastAsia="ＭＳ ゴシック" w:hAnsi="Arial"/>
      <w:kern w:val="28"/>
    </w:rPr>
  </w:style>
  <w:style w:type="paragraph" w:styleId="6">
    <w:name w:val="heading 6"/>
    <w:basedOn w:val="a"/>
    <w:next w:val="a0"/>
    <w:qFormat/>
    <w:pPr>
      <w:keepNext/>
      <w:keepLines/>
      <w:spacing w:before="120" w:line="240" w:lineRule="auto"/>
      <w:jc w:val="left"/>
      <w:outlineLvl w:val="5"/>
    </w:pPr>
    <w:rPr>
      <w:rFonts w:ascii="Arial" w:eastAsia="ＭＳ ゴシック" w:hAnsi="Arial"/>
      <w:kern w:val="28"/>
    </w:rPr>
  </w:style>
  <w:style w:type="paragraph" w:styleId="7">
    <w:name w:val="heading 7"/>
    <w:basedOn w:val="a"/>
    <w:next w:val="a0"/>
    <w:qFormat/>
    <w:pPr>
      <w:keepNext/>
      <w:keepLines/>
      <w:spacing w:before="120" w:line="240" w:lineRule="auto"/>
      <w:jc w:val="left"/>
      <w:outlineLvl w:val="6"/>
    </w:pPr>
    <w:rPr>
      <w:rFonts w:ascii="Arial" w:eastAsia="ＭＳ ゴシック" w:hAnsi="Arial"/>
      <w:kern w:val="28"/>
    </w:rPr>
  </w:style>
  <w:style w:type="paragraph" w:styleId="8">
    <w:name w:val="heading 8"/>
    <w:basedOn w:val="a"/>
    <w:next w:val="a0"/>
    <w:qFormat/>
    <w:pPr>
      <w:keepNext/>
      <w:keepLines/>
      <w:spacing w:before="120" w:line="240" w:lineRule="auto"/>
      <w:jc w:val="left"/>
      <w:outlineLvl w:val="7"/>
    </w:pPr>
    <w:rPr>
      <w:rFonts w:ascii="Arial" w:eastAsia="ＭＳ ゴシック" w:hAnsi="Arial"/>
      <w:kern w:val="28"/>
    </w:rPr>
  </w:style>
  <w:style w:type="paragraph" w:styleId="9">
    <w:name w:val="heading 9"/>
    <w:basedOn w:val="a"/>
    <w:next w:val="a0"/>
    <w:qFormat/>
    <w:pPr>
      <w:keepNext/>
      <w:keepLines/>
      <w:spacing w:before="120" w:line="240" w:lineRule="auto"/>
      <w:jc w:val="left"/>
      <w:outlineLvl w:val="8"/>
    </w:pPr>
    <w:rPr>
      <w:rFonts w:ascii="Arial" w:eastAsia="ＭＳ ゴシック" w:hAnsi="Arial"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ｺﾋﾟｰ送付先"/>
    <w:basedOn w:val="a0"/>
    <w:pPr>
      <w:ind w:left="360" w:hanging="360"/>
    </w:pPr>
  </w:style>
  <w:style w:type="paragraph" w:styleId="a0">
    <w:name w:val="Body Text"/>
    <w:basedOn w:val="a"/>
  </w:style>
  <w:style w:type="paragraph" w:styleId="a5">
    <w:name w:val="footer"/>
    <w:basedOn w:val="a"/>
    <w:pPr>
      <w:keepLines/>
      <w:tabs>
        <w:tab w:val="center" w:pos="4253"/>
        <w:tab w:val="right" w:pos="8505"/>
      </w:tabs>
    </w:pPr>
    <w:rPr>
      <w:b/>
      <w:sz w:val="18"/>
    </w:rPr>
  </w:style>
  <w:style w:type="paragraph" w:customStyle="1" w:styleId="a6">
    <w:name w:val="ﾌｯﾀｰ 奇数"/>
    <w:basedOn w:val="a5"/>
    <w:pPr>
      <w:tabs>
        <w:tab w:val="right" w:pos="0"/>
      </w:tabs>
      <w:jc w:val="right"/>
    </w:pPr>
  </w:style>
  <w:style w:type="paragraph" w:customStyle="1" w:styleId="a7">
    <w:name w:val="ﾌｯﾀｰ 偶数"/>
    <w:basedOn w:val="a5"/>
  </w:style>
  <w:style w:type="paragraph" w:customStyle="1" w:styleId="a8">
    <w:name w:val="ﾌｯﾀｰ 始め"/>
    <w:basedOn w:val="a5"/>
    <w:pPr>
      <w:jc w:val="center"/>
    </w:pPr>
  </w:style>
  <w:style w:type="paragraph" w:styleId="a9">
    <w:name w:val="header"/>
    <w:basedOn w:val="a"/>
    <w:link w:val="aa"/>
    <w:pPr>
      <w:keepLines/>
      <w:tabs>
        <w:tab w:val="center" w:pos="4253"/>
        <w:tab w:val="right" w:pos="8505"/>
      </w:tabs>
    </w:pPr>
    <w:rPr>
      <w:b/>
      <w:sz w:val="18"/>
    </w:rPr>
  </w:style>
  <w:style w:type="paragraph" w:customStyle="1" w:styleId="ab">
    <w:name w:val="ﾍｯﾀﾞｰ 奇数"/>
    <w:basedOn w:val="a9"/>
    <w:pPr>
      <w:tabs>
        <w:tab w:val="right" w:pos="0"/>
      </w:tabs>
      <w:jc w:val="right"/>
    </w:pPr>
  </w:style>
  <w:style w:type="paragraph" w:customStyle="1" w:styleId="ac">
    <w:name w:val="ﾍｯﾀﾞｰ 偶数"/>
    <w:basedOn w:val="a9"/>
  </w:style>
  <w:style w:type="paragraph" w:customStyle="1" w:styleId="ad">
    <w:name w:val="ﾍｯﾀﾞｰ 始め"/>
    <w:basedOn w:val="a9"/>
    <w:pPr>
      <w:jc w:val="center"/>
    </w:pPr>
  </w:style>
  <w:style w:type="paragraph" w:customStyle="1" w:styleId="ae">
    <w:name w:val="ﾍｯﾀﾞｰ 基準"/>
    <w:basedOn w:val="a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f">
    <w:name w:val="page number"/>
    <w:rPr>
      <w:b/>
    </w:rPr>
  </w:style>
  <w:style w:type="paragraph" w:styleId="af0">
    <w:name w:val="macro"/>
    <w:basedOn w:val="a0"/>
    <w:semiHidden/>
  </w:style>
  <w:style w:type="paragraph" w:styleId="af1">
    <w:name w:val="Message Header"/>
    <w:basedOn w:val="a0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2">
    <w:name w:val="Salutation"/>
    <w:basedOn w:val="a0"/>
    <w:next w:val="a"/>
    <w:pPr>
      <w:spacing w:after="140"/>
    </w:pPr>
  </w:style>
  <w:style w:type="paragraph" w:styleId="af3">
    <w:name w:val="envelope address"/>
    <w:basedOn w:val="a"/>
    <w:pPr>
      <w:framePr w:w="6804" w:h="2268" w:hRule="exact" w:hSpace="142" w:wrap="auto" w:hAnchor="page" w:xAlign="center" w:yAlign="bottom"/>
      <w:widowControl w:val="0"/>
      <w:overflowPunct/>
      <w:topLinePunct w:val="0"/>
      <w:spacing w:line="360" w:lineRule="atLeast"/>
      <w:ind w:left="2835"/>
    </w:pPr>
    <w:rPr>
      <w:rFonts w:ascii="Times New Roman" w:hAnsi="Times New Roman"/>
      <w:kern w:val="0"/>
      <w:sz w:val="24"/>
    </w:rPr>
  </w:style>
  <w:style w:type="paragraph" w:styleId="af4">
    <w:name w:val="List"/>
    <w:basedOn w:val="a0"/>
    <w:pPr>
      <w:tabs>
        <w:tab w:val="left" w:pos="1588"/>
      </w:tabs>
      <w:ind w:left="596" w:hanging="199"/>
    </w:pPr>
  </w:style>
  <w:style w:type="paragraph" w:styleId="20">
    <w:name w:val="List 2"/>
    <w:basedOn w:val="af4"/>
    <w:pPr>
      <w:tabs>
        <w:tab w:val="clear" w:pos="1588"/>
        <w:tab w:val="left" w:pos="1985"/>
      </w:tabs>
      <w:ind w:left="993"/>
    </w:pPr>
  </w:style>
  <w:style w:type="paragraph" w:styleId="30">
    <w:name w:val="List 3"/>
    <w:basedOn w:val="af4"/>
    <w:pPr>
      <w:tabs>
        <w:tab w:val="clear" w:pos="1588"/>
        <w:tab w:val="left" w:pos="2381"/>
      </w:tabs>
      <w:ind w:left="1390"/>
    </w:pPr>
  </w:style>
  <w:style w:type="paragraph" w:styleId="40">
    <w:name w:val="List 4"/>
    <w:basedOn w:val="af4"/>
    <w:pPr>
      <w:tabs>
        <w:tab w:val="clear" w:pos="1588"/>
        <w:tab w:val="left" w:pos="2778"/>
      </w:tabs>
      <w:ind w:left="1787"/>
    </w:pPr>
  </w:style>
  <w:style w:type="paragraph" w:styleId="50">
    <w:name w:val="List 5"/>
    <w:basedOn w:val="af4"/>
    <w:pPr>
      <w:tabs>
        <w:tab w:val="clear" w:pos="1588"/>
        <w:tab w:val="left" w:pos="3175"/>
      </w:tabs>
      <w:ind w:left="2184"/>
    </w:pPr>
  </w:style>
  <w:style w:type="paragraph" w:customStyle="1" w:styleId="af5">
    <w:name w:val="一覧 始め"/>
    <w:basedOn w:val="af4"/>
    <w:next w:val="af4"/>
    <w:pPr>
      <w:spacing w:before="140"/>
    </w:pPr>
  </w:style>
  <w:style w:type="paragraph" w:customStyle="1" w:styleId="af6">
    <w:name w:val="一覧 終わり"/>
    <w:basedOn w:val="af4"/>
    <w:next w:val="a0"/>
    <w:pPr>
      <w:spacing w:after="140"/>
    </w:pPr>
  </w:style>
  <w:style w:type="paragraph" w:customStyle="1" w:styleId="af7">
    <w:name w:val="引用"/>
    <w:basedOn w:val="a0"/>
    <w:pPr>
      <w:keepLines/>
      <w:ind w:left="397" w:right="397"/>
    </w:pPr>
    <w:rPr>
      <w:rFonts w:ascii="Arial" w:eastAsia="ＭＳ ゴシック" w:hAnsi="Arial"/>
    </w:rPr>
  </w:style>
  <w:style w:type="paragraph" w:customStyle="1" w:styleId="af8">
    <w:name w:val="引用 始め"/>
    <w:basedOn w:val="af7"/>
    <w:next w:val="af7"/>
    <w:pPr>
      <w:spacing w:before="140"/>
    </w:pPr>
  </w:style>
  <w:style w:type="paragraph" w:customStyle="1" w:styleId="af9">
    <w:name w:val="引用 終わり"/>
    <w:basedOn w:val="af7"/>
    <w:next w:val="a0"/>
    <w:pPr>
      <w:spacing w:after="140"/>
    </w:pPr>
  </w:style>
  <w:style w:type="paragraph" w:styleId="afa">
    <w:name w:val="List Bullet"/>
    <w:basedOn w:val="af4"/>
    <w:pPr>
      <w:tabs>
        <w:tab w:val="clear" w:pos="1588"/>
      </w:tabs>
    </w:pPr>
  </w:style>
  <w:style w:type="paragraph" w:styleId="21">
    <w:name w:val="List Bullet 2"/>
    <w:basedOn w:val="afa"/>
    <w:pPr>
      <w:ind w:left="993"/>
    </w:pPr>
  </w:style>
  <w:style w:type="paragraph" w:styleId="31">
    <w:name w:val="List Bullet 3"/>
    <w:basedOn w:val="afa"/>
    <w:pPr>
      <w:ind w:left="1390"/>
    </w:pPr>
  </w:style>
  <w:style w:type="paragraph" w:styleId="41">
    <w:name w:val="List Bullet 4"/>
    <w:basedOn w:val="afa"/>
    <w:pPr>
      <w:ind w:left="1787"/>
    </w:pPr>
  </w:style>
  <w:style w:type="paragraph" w:styleId="51">
    <w:name w:val="List Bullet 5"/>
    <w:basedOn w:val="afa"/>
    <w:pPr>
      <w:ind w:left="2184"/>
    </w:pPr>
  </w:style>
  <w:style w:type="paragraph" w:customStyle="1" w:styleId="afb">
    <w:name w:val="箇条書き 始め"/>
    <w:basedOn w:val="afa"/>
    <w:next w:val="afa"/>
    <w:pPr>
      <w:spacing w:before="140"/>
    </w:pPr>
  </w:style>
  <w:style w:type="paragraph" w:customStyle="1" w:styleId="afc">
    <w:name w:val="箇条書き 終わり"/>
    <w:basedOn w:val="afa"/>
    <w:next w:val="a0"/>
    <w:pPr>
      <w:spacing w:after="140"/>
    </w:pPr>
  </w:style>
  <w:style w:type="paragraph" w:styleId="afd">
    <w:name w:val="List Continue"/>
    <w:basedOn w:val="af4"/>
    <w:pPr>
      <w:tabs>
        <w:tab w:val="clear" w:pos="1588"/>
      </w:tabs>
      <w:ind w:left="595" w:firstLine="0"/>
    </w:pPr>
  </w:style>
  <w:style w:type="paragraph" w:styleId="22">
    <w:name w:val="List Continue 2"/>
    <w:basedOn w:val="afd"/>
    <w:pPr>
      <w:ind w:left="992"/>
    </w:pPr>
  </w:style>
  <w:style w:type="paragraph" w:styleId="32">
    <w:name w:val="List Continue 3"/>
    <w:basedOn w:val="afd"/>
    <w:pPr>
      <w:ind w:left="1389"/>
    </w:pPr>
  </w:style>
  <w:style w:type="paragraph" w:styleId="42">
    <w:name w:val="List Continue 4"/>
    <w:basedOn w:val="afd"/>
    <w:pPr>
      <w:ind w:left="1786"/>
    </w:pPr>
  </w:style>
  <w:style w:type="paragraph" w:styleId="52">
    <w:name w:val="List Continue 5"/>
    <w:basedOn w:val="afd"/>
    <w:pPr>
      <w:ind w:left="2183"/>
    </w:pPr>
  </w:style>
  <w:style w:type="paragraph" w:customStyle="1" w:styleId="afe">
    <w:name w:val="会社名"/>
    <w:basedOn w:val="a0"/>
    <w:next w:val="a"/>
    <w:pPr>
      <w:keepNext/>
      <w:keepLines/>
      <w:pBdr>
        <w:bottom w:val="single" w:sz="6" w:space="4" w:color="auto"/>
      </w:pBdr>
      <w:spacing w:before="120" w:after="60"/>
      <w:ind w:left="360" w:hanging="360"/>
    </w:pPr>
    <w:rPr>
      <w:rFonts w:ascii="Arial" w:eastAsia="ＭＳ ゴシック" w:hAnsi="Arial"/>
      <w:b/>
    </w:rPr>
  </w:style>
  <w:style w:type="paragraph" w:customStyle="1" w:styleId="aff">
    <w:name w:val="脚注基準"/>
    <w:basedOn w:val="a"/>
    <w:link w:val="aff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f1">
    <w:name w:val="footnote reference"/>
    <w:semiHidden/>
    <w:rPr>
      <w:b/>
      <w:vertAlign w:val="superscript"/>
    </w:rPr>
  </w:style>
  <w:style w:type="paragraph" w:styleId="aff2">
    <w:name w:val="footnote text"/>
    <w:basedOn w:val="aff"/>
    <w:semiHidden/>
  </w:style>
  <w:style w:type="character" w:customStyle="1" w:styleId="aff3">
    <w:name w:val="強調"/>
    <w:rPr>
      <w:rFonts w:ascii="Arial" w:eastAsia="ＭＳ ゴシック" w:hAnsi="Arial"/>
      <w:b/>
    </w:rPr>
  </w:style>
  <w:style w:type="paragraph" w:styleId="aff4">
    <w:name w:val="Closing"/>
    <w:basedOn w:val="a0"/>
    <w:next w:val="a"/>
    <w:pPr>
      <w:keepNext/>
      <w:spacing w:before="140"/>
      <w:jc w:val="right"/>
    </w:pPr>
  </w:style>
  <w:style w:type="paragraph" w:customStyle="1" w:styleId="aff5">
    <w:name w:val="見出し基準"/>
    <w:basedOn w:val="a"/>
    <w:next w:val="a0"/>
    <w:pPr>
      <w:keepNext/>
      <w:keepLines/>
      <w:spacing w:before="360" w:after="120" w:line="240" w:lineRule="auto"/>
      <w:jc w:val="left"/>
    </w:pPr>
    <w:rPr>
      <w:rFonts w:ascii="Arial" w:eastAsia="ＭＳ ゴシック" w:hAnsi="Arial"/>
      <w:b/>
      <w:kern w:val="28"/>
      <w:sz w:val="28"/>
    </w:rPr>
  </w:style>
  <w:style w:type="character" w:styleId="aff6">
    <w:name w:val="line number"/>
    <w:rPr>
      <w:sz w:val="18"/>
    </w:rPr>
  </w:style>
  <w:style w:type="paragraph" w:styleId="aff7">
    <w:name w:val="envelope return"/>
    <w:basedOn w:val="a"/>
    <w:pPr>
      <w:keepLines/>
      <w:ind w:right="5040"/>
    </w:pPr>
  </w:style>
  <w:style w:type="paragraph" w:customStyle="1" w:styleId="aff8">
    <w:name w:val="作成者ｲﾆｼｬﾙ"/>
    <w:basedOn w:val="a0"/>
    <w:next w:val="a"/>
  </w:style>
  <w:style w:type="paragraph" w:customStyle="1" w:styleId="aff9">
    <w:name w:val="住所"/>
    <w:basedOn w:val="a0"/>
    <w:next w:val="a"/>
    <w:pPr>
      <w:keepLines/>
    </w:pPr>
  </w:style>
  <w:style w:type="paragraph" w:styleId="affa">
    <w:name w:val="Signature"/>
    <w:basedOn w:val="a0"/>
    <w:pPr>
      <w:keepLines/>
      <w:spacing w:line="300" w:lineRule="exact"/>
      <w:jc w:val="right"/>
    </w:pPr>
  </w:style>
  <w:style w:type="paragraph" w:customStyle="1" w:styleId="affb">
    <w:name w:val="署名 会社名"/>
    <w:basedOn w:val="affa"/>
    <w:next w:val="a"/>
    <w:pPr>
      <w:keepNext/>
      <w:spacing w:before="284" w:after="80" w:line="240" w:lineRule="auto"/>
    </w:pPr>
    <w:rPr>
      <w:sz w:val="24"/>
    </w:rPr>
  </w:style>
  <w:style w:type="paragraph" w:customStyle="1" w:styleId="affc">
    <w:name w:val="署名 部署"/>
    <w:basedOn w:val="affa"/>
    <w:next w:val="affa"/>
    <w:pPr>
      <w:keepNext/>
    </w:pPr>
  </w:style>
  <w:style w:type="paragraph" w:customStyle="1" w:styleId="affd">
    <w:name w:val="署名 名前"/>
    <w:basedOn w:val="affa"/>
    <w:next w:val="affc"/>
    <w:pPr>
      <w:keepNext/>
      <w:spacing w:line="240" w:lineRule="auto"/>
    </w:pPr>
  </w:style>
  <w:style w:type="character" w:customStyle="1" w:styleId="affe">
    <w:name w:val="上付き"/>
    <w:rPr>
      <w:b/>
      <w:vertAlign w:val="superscript"/>
    </w:rPr>
  </w:style>
  <w:style w:type="paragraph" w:customStyle="1" w:styleId="afff">
    <w:name w:val="図"/>
    <w:basedOn w:val="a0"/>
    <w:next w:val="afff0"/>
    <w:pPr>
      <w:keepNext/>
      <w:spacing w:before="120"/>
    </w:pPr>
  </w:style>
  <w:style w:type="paragraph" w:styleId="afff0">
    <w:name w:val="caption"/>
    <w:basedOn w:val="afff"/>
    <w:next w:val="a0"/>
    <w:qFormat/>
    <w:pPr>
      <w:spacing w:after="240"/>
    </w:pPr>
    <w:rPr>
      <w:rFonts w:ascii="Arial" w:eastAsia="ＭＳ ゴシック" w:hAnsi="Arial"/>
    </w:rPr>
  </w:style>
  <w:style w:type="paragraph" w:styleId="afff1">
    <w:name w:val="List Number"/>
    <w:basedOn w:val="af4"/>
    <w:pPr>
      <w:tabs>
        <w:tab w:val="clear" w:pos="1588"/>
      </w:tabs>
      <w:ind w:hanging="397"/>
    </w:pPr>
  </w:style>
  <w:style w:type="paragraph" w:styleId="23">
    <w:name w:val="List Number 2"/>
    <w:basedOn w:val="afff1"/>
    <w:pPr>
      <w:ind w:left="992"/>
    </w:pPr>
  </w:style>
  <w:style w:type="paragraph" w:styleId="33">
    <w:name w:val="List Number 3"/>
    <w:basedOn w:val="afff1"/>
    <w:pPr>
      <w:ind w:left="1389"/>
    </w:pPr>
  </w:style>
  <w:style w:type="paragraph" w:styleId="43">
    <w:name w:val="List Number 4"/>
    <w:basedOn w:val="afff1"/>
    <w:pPr>
      <w:ind w:left="1786"/>
    </w:pPr>
  </w:style>
  <w:style w:type="paragraph" w:styleId="53">
    <w:name w:val="List Number 5"/>
    <w:basedOn w:val="afff1"/>
    <w:pPr>
      <w:ind w:left="2183"/>
    </w:pPr>
  </w:style>
  <w:style w:type="paragraph" w:customStyle="1" w:styleId="afff2">
    <w:name w:val="段落番号 始め"/>
    <w:basedOn w:val="afff1"/>
    <w:next w:val="afff1"/>
    <w:pPr>
      <w:spacing w:before="140"/>
    </w:pPr>
  </w:style>
  <w:style w:type="paragraph" w:customStyle="1" w:styleId="afff3">
    <w:name w:val="段落番号 終わり"/>
    <w:basedOn w:val="afff1"/>
    <w:next w:val="a0"/>
    <w:pPr>
      <w:spacing w:after="140"/>
    </w:pPr>
  </w:style>
  <w:style w:type="character" w:styleId="afff4">
    <w:name w:val="annotation reference"/>
    <w:semiHidden/>
    <w:rPr>
      <w:sz w:val="16"/>
    </w:rPr>
  </w:style>
  <w:style w:type="paragraph" w:styleId="afff5">
    <w:name w:val="annotation text"/>
    <w:basedOn w:val="aff"/>
    <w:link w:val="afff6"/>
    <w:semiHidden/>
    <w:pPr>
      <w:spacing w:after="120"/>
    </w:pPr>
  </w:style>
  <w:style w:type="paragraph" w:customStyle="1" w:styleId="afff7">
    <w:name w:val="注目"/>
    <w:basedOn w:val="a0"/>
    <w:next w:val="af2"/>
    <w:pPr>
      <w:spacing w:before="120"/>
    </w:pPr>
    <w:rPr>
      <w:i/>
    </w:rPr>
  </w:style>
  <w:style w:type="paragraph" w:customStyle="1" w:styleId="afff8">
    <w:name w:val="同封"/>
    <w:basedOn w:val="a0"/>
    <w:next w:val="a4"/>
    <w:pPr>
      <w:keepLines/>
    </w:pPr>
  </w:style>
  <w:style w:type="character" w:customStyle="1" w:styleId="afff9">
    <w:name w:val="導入強調"/>
    <w:rPr>
      <w:b/>
      <w:i/>
    </w:rPr>
  </w:style>
  <w:style w:type="paragraph" w:styleId="afffa">
    <w:name w:val="Date"/>
    <w:basedOn w:val="a0"/>
    <w:next w:val="a"/>
    <w:pPr>
      <w:spacing w:before="560" w:after="280"/>
      <w:jc w:val="right"/>
    </w:pPr>
  </w:style>
  <w:style w:type="character" w:styleId="afffb">
    <w:name w:val="endnote reference"/>
    <w:semiHidden/>
    <w:rPr>
      <w:b/>
      <w:vertAlign w:val="superscript"/>
    </w:rPr>
  </w:style>
  <w:style w:type="paragraph" w:styleId="afffc">
    <w:name w:val="endnote text"/>
    <w:basedOn w:val="aff"/>
    <w:semiHidden/>
  </w:style>
  <w:style w:type="paragraph" w:customStyle="1" w:styleId="afffd">
    <w:name w:val="返送先"/>
    <w:basedOn w:val="aff9"/>
    <w:next w:val="afffa"/>
    <w:pPr>
      <w:ind w:right="4321"/>
      <w:jc w:val="left"/>
    </w:pPr>
  </w:style>
  <w:style w:type="paragraph" w:styleId="afffe">
    <w:name w:val="Body Text Indent"/>
    <w:basedOn w:val="a0"/>
    <w:pPr>
      <w:ind w:left="595"/>
    </w:pPr>
  </w:style>
  <w:style w:type="paragraph" w:customStyle="1" w:styleId="affff">
    <w:name w:val="本文宛先"/>
    <w:basedOn w:val="aff9"/>
    <w:next w:val="afff7"/>
    <w:pPr>
      <w:spacing w:line="320" w:lineRule="exact"/>
    </w:pPr>
    <w:rPr>
      <w:sz w:val="22"/>
    </w:rPr>
  </w:style>
  <w:style w:type="paragraph" w:customStyle="1" w:styleId="affff0">
    <w:name w:val="本文宛先 会社名"/>
    <w:basedOn w:val="aff9"/>
    <w:next w:val="aff9"/>
    <w:pPr>
      <w:spacing w:after="80" w:line="320" w:lineRule="exact"/>
    </w:pPr>
    <w:rPr>
      <w:sz w:val="28"/>
    </w:rPr>
  </w:style>
  <w:style w:type="paragraph" w:customStyle="1" w:styleId="affff1">
    <w:name w:val="本文分離禁止"/>
    <w:basedOn w:val="a0"/>
    <w:next w:val="aff4"/>
    <w:pPr>
      <w:keepNext/>
    </w:pPr>
  </w:style>
  <w:style w:type="paragraph" w:customStyle="1" w:styleId="affff2">
    <w:name w:val="要件"/>
    <w:basedOn w:val="a0"/>
    <w:next w:val="a0"/>
    <w:pPr>
      <w:spacing w:before="560" w:after="440" w:line="240" w:lineRule="auto"/>
    </w:pPr>
    <w:rPr>
      <w:b/>
      <w:kern w:val="26"/>
      <w:sz w:val="26"/>
    </w:rPr>
  </w:style>
  <w:style w:type="character" w:customStyle="1" w:styleId="affff3">
    <w:name w:val="ﾗﾍﾞﾙ"/>
    <w:basedOn w:val="a1"/>
  </w:style>
  <w:style w:type="paragraph" w:customStyle="1" w:styleId="affff4">
    <w:name w:val="文書ﾗﾍﾞﾙ"/>
    <w:basedOn w:val="a"/>
  </w:style>
  <w:style w:type="character" w:styleId="affff5">
    <w:name w:val="Hyperlink"/>
    <w:rPr>
      <w:color w:val="0000FF"/>
      <w:u w:val="single"/>
    </w:rPr>
  </w:style>
  <w:style w:type="paragraph" w:styleId="24">
    <w:name w:val="Body Text 2"/>
    <w:basedOn w:val="a"/>
    <w:rPr>
      <w:sz w:val="24"/>
    </w:rPr>
  </w:style>
  <w:style w:type="paragraph" w:styleId="affff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ffff7">
    <w:name w:val="Table Grid"/>
    <w:basedOn w:val="a2"/>
    <w:uiPriority w:val="39"/>
    <w:rsid w:val="007B5BE7"/>
    <w:pPr>
      <w:overflowPunct w:val="0"/>
      <w:topLinePunct/>
      <w:adjustRightInd w:val="0"/>
      <w:spacing w:line="28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link w:val="a9"/>
    <w:locked/>
    <w:rsid w:val="002F07F1"/>
    <w:rPr>
      <w:rFonts w:ascii="Century" w:eastAsia="ＭＳ 明朝" w:hAnsi="Century"/>
      <w:b/>
      <w:kern w:val="22"/>
      <w:sz w:val="18"/>
      <w:szCs w:val="36"/>
      <w:lang w:val="en-US" w:eastAsia="ja-JP" w:bidi="he-IL"/>
    </w:rPr>
  </w:style>
  <w:style w:type="paragraph" w:styleId="affff8">
    <w:name w:val="List Paragraph"/>
    <w:basedOn w:val="a"/>
    <w:uiPriority w:val="34"/>
    <w:qFormat/>
    <w:rsid w:val="00E72A6A"/>
    <w:pPr>
      <w:ind w:leftChars="400" w:left="840"/>
    </w:pPr>
  </w:style>
  <w:style w:type="paragraph" w:styleId="affff9">
    <w:name w:val="annotation subject"/>
    <w:basedOn w:val="afff5"/>
    <w:next w:val="afff5"/>
    <w:link w:val="affffa"/>
    <w:semiHidden/>
    <w:unhideWhenUsed/>
    <w:rsid w:val="00146AE6"/>
    <w:pPr>
      <w:keepLines w:val="0"/>
      <w:tabs>
        <w:tab w:val="clear" w:pos="187"/>
      </w:tabs>
      <w:spacing w:after="0" w:line="280" w:lineRule="exact"/>
      <w:ind w:left="0" w:firstLine="0"/>
      <w:jc w:val="left"/>
    </w:pPr>
    <w:rPr>
      <w:b/>
      <w:bCs/>
      <w:sz w:val="20"/>
    </w:rPr>
  </w:style>
  <w:style w:type="character" w:customStyle="1" w:styleId="aff0">
    <w:name w:val="脚注基準 (文字)"/>
    <w:basedOn w:val="a1"/>
    <w:link w:val="aff"/>
    <w:rsid w:val="00146AE6"/>
    <w:rPr>
      <w:rFonts w:ascii="Century" w:eastAsia="ＭＳ 明朝" w:hAnsi="Century"/>
      <w:kern w:val="22"/>
      <w:sz w:val="18"/>
      <w:szCs w:val="36"/>
      <w:lang w:bidi="he-IL"/>
    </w:rPr>
  </w:style>
  <w:style w:type="character" w:customStyle="1" w:styleId="afff6">
    <w:name w:val="コメント文字列 (文字)"/>
    <w:basedOn w:val="aff0"/>
    <w:link w:val="afff5"/>
    <w:semiHidden/>
    <w:rsid w:val="00146AE6"/>
    <w:rPr>
      <w:rFonts w:ascii="Century" w:eastAsia="ＭＳ 明朝" w:hAnsi="Century"/>
      <w:kern w:val="22"/>
      <w:sz w:val="18"/>
      <w:szCs w:val="36"/>
      <w:lang w:bidi="he-IL"/>
    </w:rPr>
  </w:style>
  <w:style w:type="character" w:customStyle="1" w:styleId="affffa">
    <w:name w:val="コメント内容 (文字)"/>
    <w:basedOn w:val="afff6"/>
    <w:link w:val="affff9"/>
    <w:semiHidden/>
    <w:rsid w:val="00146AE6"/>
    <w:rPr>
      <w:rFonts w:ascii="Century" w:eastAsia="ＭＳ 明朝" w:hAnsi="Century"/>
      <w:b/>
      <w:bCs/>
      <w:kern w:val="22"/>
      <w:sz w:val="18"/>
      <w:szCs w:val="36"/>
      <w:lang w:bidi="he-IL"/>
    </w:rPr>
  </w:style>
  <w:style w:type="character" w:styleId="affffb">
    <w:name w:val="Emphasis"/>
    <w:basedOn w:val="a1"/>
    <w:uiPriority w:val="20"/>
    <w:qFormat/>
    <w:rsid w:val="00FE0EBA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&#65434;&#65408;&#65392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697C-D0F8-40C3-9BC4-857F00E7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ﾚﾀｰ 1</Template>
  <TotalTime>5</TotalTime>
  <Pages>1</Pages>
  <Words>483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Japanese Letter Template</vt:lpstr>
    </vt:vector>
  </TitlesOfParts>
  <Company>Toshiba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kato</dc:creator>
  <cp:lastModifiedBy>堂山 亜希</cp:lastModifiedBy>
  <cp:revision>5</cp:revision>
  <cp:lastPrinted>2020-01-29T10:11:00Z</cp:lastPrinted>
  <dcterms:created xsi:type="dcterms:W3CDTF">2022-01-11T05:55:00Z</dcterms:created>
  <dcterms:modified xsi:type="dcterms:W3CDTF">2023-02-05T09:40:00Z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</Properties>
</file>